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7F" w:rsidRDefault="0052057F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52057F" w:rsidRDefault="0052057F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О проведении независимой экспертизы административного  регламента по</w:t>
      </w:r>
    </w:p>
    <w:p w:rsidR="0052057F" w:rsidRPr="00EE18DE" w:rsidRDefault="0052057F" w:rsidP="009662F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 xml:space="preserve">услуги   </w:t>
      </w:r>
      <w:r w:rsidRPr="00982FF6">
        <w:rPr>
          <w:bCs/>
          <w:sz w:val="28"/>
          <w:szCs w:val="28"/>
          <w:lang w:eastAsia="en-US"/>
        </w:rPr>
        <w:t>«</w:t>
      </w:r>
      <w:r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Котовского   сельсовета  Касторенского  района.</w:t>
      </w:r>
    </w:p>
    <w:p w:rsidR="0052057F" w:rsidRDefault="0052057F" w:rsidP="009662FD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52057F" w:rsidRDefault="0052057F" w:rsidP="009662FD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52057F" w:rsidRDefault="0052057F" w:rsidP="009662FD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Котовского  сельсовета  Касторенского района.</w:t>
      </w:r>
    </w:p>
    <w:p w:rsidR="0052057F" w:rsidRDefault="0052057F" w:rsidP="009662FD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306713, Курская область, Касторенский  район, с. Котовка , пер. Садовый д.15</w:t>
      </w:r>
    </w:p>
    <w:p w:rsidR="0052057F" w:rsidRDefault="0052057F" w:rsidP="009662FD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EB39D6">
        <w:t xml:space="preserve"> </w:t>
      </w:r>
      <w:r>
        <w:t xml:space="preserve">:  </w:t>
      </w:r>
      <w:hyperlink r:id="rId4" w:history="1">
        <w:r w:rsidRPr="0009513A">
          <w:rPr>
            <w:rStyle w:val="Hyperlink"/>
          </w:rPr>
          <w:t>kotovka</w:t>
        </w:r>
        <w:r w:rsidRPr="00BD09FB">
          <w:rPr>
            <w:rStyle w:val="Hyperlink"/>
          </w:rPr>
          <w:t>_</w:t>
        </w:r>
        <w:r w:rsidRPr="0009513A">
          <w:rPr>
            <w:rStyle w:val="Hyperlink"/>
          </w:rPr>
          <w:t>sovet</w:t>
        </w:r>
        <w:r w:rsidRPr="00BD09FB">
          <w:rPr>
            <w:rStyle w:val="Hyperlink"/>
          </w:rPr>
          <w:t>@</w:t>
        </w:r>
        <w:r w:rsidRPr="0009513A">
          <w:rPr>
            <w:rStyle w:val="Hyperlink"/>
          </w:rPr>
          <w:t>mail.ru</w:t>
        </w:r>
      </w:hyperlink>
      <w:r>
        <w:rPr>
          <w:color w:val="000000"/>
          <w:sz w:val="28"/>
          <w:szCs w:val="28"/>
        </w:rPr>
        <w:t xml:space="preserve"> </w:t>
      </w:r>
    </w:p>
    <w:p w:rsidR="0052057F" w:rsidRDefault="0052057F" w:rsidP="009662FD">
      <w:pPr>
        <w:spacing w:after="240"/>
        <w:rPr>
          <w:sz w:val="28"/>
          <w:szCs w:val="28"/>
        </w:rPr>
      </w:pPr>
    </w:p>
    <w:p w:rsidR="0052057F" w:rsidRDefault="0052057F" w:rsidP="009662FD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28.12.2020 года.</w:t>
      </w:r>
    </w:p>
    <w:p w:rsidR="0052057F" w:rsidRDefault="0052057F" w:rsidP="009662FD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52057F" w:rsidRPr="00145E5B" w:rsidRDefault="0052057F" w:rsidP="00145E5B">
      <w:pPr>
        <w:spacing w:after="240"/>
        <w:ind w:firstLine="360"/>
        <w:rPr>
          <w:sz w:val="28"/>
          <w:szCs w:val="28"/>
        </w:rPr>
      </w:pPr>
    </w:p>
    <w:p w:rsidR="0052057F" w:rsidRDefault="0052057F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</w:p>
    <w:p w:rsidR="0052057F" w:rsidRDefault="0052057F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52057F" w:rsidRPr="00982FF6" w:rsidRDefault="0052057F" w:rsidP="00982FF6">
      <w:pPr>
        <w:jc w:val="both"/>
        <w:rPr>
          <w:bCs/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bCs/>
          <w:sz w:val="28"/>
          <w:szCs w:val="28"/>
          <w:lang w:eastAsia="en-US"/>
        </w:rPr>
        <w:t>«</w:t>
      </w:r>
      <w:r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27/01/2021 года.</w:t>
      </w:r>
    </w:p>
    <w:p w:rsidR="0052057F" w:rsidRDefault="0052057F" w:rsidP="00145E5B">
      <w:pPr>
        <w:ind w:left="4820"/>
        <w:jc w:val="center"/>
        <w:rPr>
          <w:b/>
          <w:sz w:val="28"/>
          <w:szCs w:val="28"/>
        </w:rPr>
      </w:pPr>
    </w:p>
    <w:p w:rsidR="0052057F" w:rsidRDefault="0052057F"/>
    <w:sectPr w:rsidR="0052057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9513A"/>
    <w:rsid w:val="00145E5B"/>
    <w:rsid w:val="001D4F7E"/>
    <w:rsid w:val="00274910"/>
    <w:rsid w:val="002F3E0B"/>
    <w:rsid w:val="004D0808"/>
    <w:rsid w:val="004E7CDA"/>
    <w:rsid w:val="0052057F"/>
    <w:rsid w:val="00576D4A"/>
    <w:rsid w:val="005B4645"/>
    <w:rsid w:val="00793489"/>
    <w:rsid w:val="00842A9F"/>
    <w:rsid w:val="009662FD"/>
    <w:rsid w:val="00982FF6"/>
    <w:rsid w:val="00A12329"/>
    <w:rsid w:val="00BD09FB"/>
    <w:rsid w:val="00D12597"/>
    <w:rsid w:val="00D34725"/>
    <w:rsid w:val="00D77AA4"/>
    <w:rsid w:val="00EB39D6"/>
    <w:rsid w:val="00EE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662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26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t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259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2018-05-28T06:27:00Z</dcterms:created>
  <dcterms:modified xsi:type="dcterms:W3CDTF">2020-12-26T17:55:00Z</dcterms:modified>
</cp:coreProperties>
</file>