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18" w:rsidRDefault="00032918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032918" w:rsidRDefault="00032918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032918" w:rsidRPr="00A17DA4" w:rsidRDefault="00032918" w:rsidP="00F434E9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3918BC">
        <w:rPr>
          <w:sz w:val="28"/>
          <w:szCs w:val="28"/>
          <w:lang w:eastAsia="en-US"/>
        </w:rPr>
        <w:t xml:space="preserve">услуги   </w:t>
      </w:r>
      <w:r w:rsidRPr="003918BC">
        <w:rPr>
          <w:bCs/>
          <w:sz w:val="28"/>
          <w:szCs w:val="28"/>
          <w:lang w:eastAsia="en-US"/>
        </w:rPr>
        <w:t>«</w:t>
      </w:r>
      <w:r w:rsidRPr="003918BC"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F434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Pr="00793489">
        <w:rPr>
          <w:sz w:val="28"/>
          <w:szCs w:val="28"/>
        </w:rPr>
        <w:t xml:space="preserve"> </w:t>
      </w:r>
      <w:r>
        <w:rPr>
          <w:sz w:val="28"/>
          <w:szCs w:val="28"/>
        </w:rPr>
        <w:t>Котовского   сельсовета  Касторенского  района.</w:t>
      </w:r>
    </w:p>
    <w:p w:rsidR="00032918" w:rsidRDefault="00032918" w:rsidP="00F434E9">
      <w:pPr>
        <w:spacing w:after="240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032918" w:rsidRDefault="00032918" w:rsidP="00F434E9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032918" w:rsidRDefault="00032918" w:rsidP="00F434E9">
      <w:pPr>
        <w:spacing w:after="24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Котовского  сельсовета  Касторенского района.</w:t>
      </w:r>
    </w:p>
    <w:p w:rsidR="00032918" w:rsidRDefault="00032918" w:rsidP="00F434E9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306713, Курская область, Касторенский  район, с. Котовка , пер. Садовый д.15</w:t>
      </w:r>
    </w:p>
    <w:p w:rsidR="00032918" w:rsidRDefault="00032918" w:rsidP="00F434E9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EB39D6">
        <w:t xml:space="preserve"> </w:t>
      </w:r>
      <w:r>
        <w:t xml:space="preserve">:  </w:t>
      </w:r>
      <w:hyperlink r:id="rId4" w:history="1">
        <w:r w:rsidRPr="0009513A">
          <w:rPr>
            <w:rStyle w:val="Hyperlink"/>
          </w:rPr>
          <w:t>kotovka</w:t>
        </w:r>
        <w:r w:rsidRPr="00BD09FB">
          <w:rPr>
            <w:rStyle w:val="Hyperlink"/>
          </w:rPr>
          <w:t>_</w:t>
        </w:r>
        <w:r w:rsidRPr="0009513A">
          <w:rPr>
            <w:rStyle w:val="Hyperlink"/>
          </w:rPr>
          <w:t>sovet</w:t>
        </w:r>
        <w:r w:rsidRPr="00BD09FB">
          <w:rPr>
            <w:rStyle w:val="Hyperlink"/>
          </w:rPr>
          <w:t>@</w:t>
        </w:r>
        <w:r w:rsidRPr="0009513A">
          <w:rPr>
            <w:rStyle w:val="Hyperlink"/>
          </w:rPr>
          <w:t>mail.ru</w:t>
        </w:r>
      </w:hyperlink>
      <w:r>
        <w:rPr>
          <w:color w:val="000000"/>
          <w:sz w:val="28"/>
          <w:szCs w:val="28"/>
        </w:rPr>
        <w:t xml:space="preserve"> </w:t>
      </w:r>
    </w:p>
    <w:p w:rsidR="00032918" w:rsidRDefault="00032918" w:rsidP="00F434E9">
      <w:pPr>
        <w:spacing w:after="240"/>
        <w:rPr>
          <w:sz w:val="28"/>
          <w:szCs w:val="28"/>
        </w:rPr>
      </w:pPr>
    </w:p>
    <w:p w:rsidR="00032918" w:rsidRDefault="00032918" w:rsidP="00F434E9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28.12.2020 года.</w:t>
      </w:r>
    </w:p>
    <w:p w:rsidR="00032918" w:rsidRDefault="00032918" w:rsidP="00F434E9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032918" w:rsidRDefault="00032918" w:rsidP="003918BC">
      <w:pPr>
        <w:tabs>
          <w:tab w:val="left" w:pos="709"/>
        </w:tabs>
        <w:suppressAutoHyphens/>
        <w:spacing w:line="100" w:lineRule="atLeast"/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032918" w:rsidRPr="003918BC" w:rsidRDefault="00032918" w:rsidP="003918BC">
      <w:pPr>
        <w:autoSpaceDE w:val="0"/>
        <w:autoSpaceDN w:val="0"/>
        <w:adjustRightInd w:val="0"/>
        <w:jc w:val="both"/>
        <w:rPr>
          <w:kern w:val="2"/>
          <w:lang w:eastAsia="hi-IN" w:bidi="hi-IN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 w:rsidRPr="003918BC">
        <w:rPr>
          <w:bCs/>
          <w:sz w:val="28"/>
          <w:szCs w:val="28"/>
          <w:lang w:eastAsia="en-US"/>
        </w:rPr>
        <w:t>«</w:t>
      </w:r>
      <w:r w:rsidRPr="003918BC">
        <w:rPr>
          <w:bCs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3918BC">
        <w:rPr>
          <w:sz w:val="28"/>
          <w:szCs w:val="28"/>
          <w:lang w:eastAsia="en-US"/>
        </w:rPr>
        <w:t>»</w:t>
      </w:r>
      <w:r>
        <w:rPr>
          <w:bCs/>
          <w:lang w:eastAsia="zh-CN"/>
        </w:rPr>
        <w:t xml:space="preserve">  </w:t>
      </w:r>
      <w:r>
        <w:rPr>
          <w:kern w:val="2"/>
          <w:lang w:eastAsia="hi-IN" w:bidi="hi-IN"/>
        </w:rPr>
        <w:t xml:space="preserve">   </w:t>
      </w:r>
      <w:r>
        <w:rPr>
          <w:sz w:val="28"/>
          <w:szCs w:val="28"/>
          <w:lang w:eastAsia="en-US"/>
        </w:rPr>
        <w:t>составляет 30 дней  с даты  размещения  -   до 27/01/2021 года.</w:t>
      </w:r>
    </w:p>
    <w:p w:rsidR="00032918" w:rsidRDefault="00032918" w:rsidP="003918BC">
      <w:pPr>
        <w:ind w:left="4820"/>
        <w:jc w:val="both"/>
        <w:rPr>
          <w:b/>
          <w:sz w:val="28"/>
          <w:szCs w:val="28"/>
        </w:rPr>
      </w:pPr>
    </w:p>
    <w:p w:rsidR="00032918" w:rsidRDefault="00032918" w:rsidP="003918BC">
      <w:pPr>
        <w:jc w:val="both"/>
      </w:pPr>
      <w:bookmarkStart w:id="0" w:name="_GoBack"/>
      <w:bookmarkEnd w:id="0"/>
    </w:p>
    <w:sectPr w:rsidR="00032918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032918"/>
    <w:rsid w:val="0009513A"/>
    <w:rsid w:val="00145E5B"/>
    <w:rsid w:val="00351269"/>
    <w:rsid w:val="003918BC"/>
    <w:rsid w:val="00443CC3"/>
    <w:rsid w:val="004C1293"/>
    <w:rsid w:val="004D0808"/>
    <w:rsid w:val="00641F3D"/>
    <w:rsid w:val="006F21FE"/>
    <w:rsid w:val="00793489"/>
    <w:rsid w:val="007B603E"/>
    <w:rsid w:val="00842A9F"/>
    <w:rsid w:val="00A17DA4"/>
    <w:rsid w:val="00A26BD9"/>
    <w:rsid w:val="00BD09FB"/>
    <w:rsid w:val="00D12597"/>
    <w:rsid w:val="00D34725"/>
    <w:rsid w:val="00E52ECC"/>
    <w:rsid w:val="00EB39D6"/>
    <w:rsid w:val="00F16693"/>
    <w:rsid w:val="00F4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129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37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tovka_sovet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246</Words>
  <Characters>1406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dcterms:created xsi:type="dcterms:W3CDTF">2018-05-28T06:27:00Z</dcterms:created>
  <dcterms:modified xsi:type="dcterms:W3CDTF">2020-12-26T17:38:00Z</dcterms:modified>
</cp:coreProperties>
</file>