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3E1" w:rsidRDefault="009943E1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9943E1" w:rsidRDefault="009943E1" w:rsidP="00F27F3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9943E1" w:rsidRPr="00F27F3C" w:rsidRDefault="009943E1" w:rsidP="00F27F3C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F27F3C">
        <w:rPr>
          <w:sz w:val="28"/>
          <w:szCs w:val="28"/>
          <w:lang w:eastAsia="en-US"/>
        </w:rPr>
        <w:t>услуги   «</w:t>
      </w:r>
      <w:r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Pr="00F27F3C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Pr="00793489">
        <w:rPr>
          <w:sz w:val="28"/>
          <w:szCs w:val="28"/>
        </w:rPr>
        <w:t xml:space="preserve"> </w:t>
      </w:r>
      <w:r>
        <w:rPr>
          <w:sz w:val="28"/>
          <w:szCs w:val="28"/>
        </w:rPr>
        <w:t>Котовского   сельсовета  Касторенского  района.</w:t>
      </w:r>
    </w:p>
    <w:p w:rsidR="009943E1" w:rsidRDefault="009943E1" w:rsidP="005A4BA6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9943E1" w:rsidRDefault="009943E1" w:rsidP="005A4BA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9943E1" w:rsidRDefault="009943E1" w:rsidP="005A4BA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Котовского  сельсовета  Касторенского района.</w:t>
      </w:r>
    </w:p>
    <w:p w:rsidR="009943E1" w:rsidRDefault="009943E1" w:rsidP="005A4BA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306713, Курская область, Касторенский  район, с. Котовка , пер. Садовый д.15</w:t>
      </w:r>
    </w:p>
    <w:p w:rsidR="009943E1" w:rsidRDefault="009943E1" w:rsidP="005A4BA6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EB39D6">
        <w:t xml:space="preserve"> </w:t>
      </w:r>
      <w:r>
        <w:t xml:space="preserve">:  </w:t>
      </w:r>
      <w:hyperlink r:id="rId4" w:history="1">
        <w:r w:rsidRPr="0009513A">
          <w:rPr>
            <w:rStyle w:val="Hyperlink"/>
          </w:rPr>
          <w:t>kotovka</w:t>
        </w:r>
        <w:r w:rsidRPr="00BD09FB">
          <w:rPr>
            <w:rStyle w:val="Hyperlink"/>
          </w:rPr>
          <w:t>_</w:t>
        </w:r>
        <w:r w:rsidRPr="0009513A">
          <w:rPr>
            <w:rStyle w:val="Hyperlink"/>
          </w:rPr>
          <w:t>sovet</w:t>
        </w:r>
        <w:r w:rsidRPr="00BD09FB">
          <w:rPr>
            <w:rStyle w:val="Hyperlink"/>
          </w:rPr>
          <w:t>@</w:t>
        </w:r>
        <w:r w:rsidRPr="0009513A">
          <w:rPr>
            <w:rStyle w:val="Hyperlink"/>
          </w:rPr>
          <w:t>mail.ru</w:t>
        </w:r>
      </w:hyperlink>
      <w:r>
        <w:rPr>
          <w:color w:val="000000"/>
          <w:sz w:val="28"/>
          <w:szCs w:val="28"/>
        </w:rPr>
        <w:t xml:space="preserve"> </w:t>
      </w:r>
    </w:p>
    <w:p w:rsidR="009943E1" w:rsidRDefault="009943E1" w:rsidP="005A4BA6">
      <w:pPr>
        <w:spacing w:after="240"/>
        <w:rPr>
          <w:sz w:val="28"/>
          <w:szCs w:val="28"/>
        </w:rPr>
      </w:pPr>
    </w:p>
    <w:p w:rsidR="009943E1" w:rsidRDefault="009943E1" w:rsidP="005A4BA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28.12.2020 года.</w:t>
      </w:r>
    </w:p>
    <w:p w:rsidR="009943E1" w:rsidRPr="00145E5B" w:rsidRDefault="009943E1" w:rsidP="005A4BA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9943E1" w:rsidRDefault="009943E1" w:rsidP="00145E5B">
      <w:pPr>
        <w:tabs>
          <w:tab w:val="left" w:pos="709"/>
        </w:tabs>
        <w:suppressAutoHyphens/>
        <w:spacing w:line="100" w:lineRule="atLeast"/>
        <w:rPr>
          <w:color w:val="00000A"/>
          <w:kern w:val="2"/>
          <w:sz w:val="28"/>
          <w:szCs w:val="28"/>
          <w:lang w:eastAsia="ar-SA"/>
        </w:rPr>
      </w:pPr>
    </w:p>
    <w:p w:rsidR="009943E1" w:rsidRDefault="009943E1" w:rsidP="00F27F3C">
      <w:pPr>
        <w:tabs>
          <w:tab w:val="left" w:pos="709"/>
        </w:tabs>
        <w:suppressAutoHyphens/>
        <w:spacing w:line="100" w:lineRule="atLeast"/>
        <w:jc w:val="both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      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9943E1" w:rsidRPr="00F27F3C" w:rsidRDefault="009943E1" w:rsidP="00F27F3C">
      <w:pPr>
        <w:jc w:val="both"/>
        <w:rPr>
          <w:bCs/>
          <w:sz w:val="28"/>
          <w:szCs w:val="28"/>
          <w:lang w:eastAsia="en-US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 w:rsidRPr="00F27F3C">
        <w:rPr>
          <w:bCs/>
          <w:sz w:val="28"/>
          <w:szCs w:val="28"/>
          <w:lang w:eastAsia="en-US"/>
        </w:rPr>
        <w:t>«</w:t>
      </w:r>
      <w:r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>составляет 30 дней  с даты  размещения  -   до 27/01/2021 года.</w:t>
      </w:r>
    </w:p>
    <w:p w:rsidR="009943E1" w:rsidRDefault="009943E1" w:rsidP="00F27F3C">
      <w:pPr>
        <w:ind w:left="4820"/>
        <w:jc w:val="both"/>
        <w:rPr>
          <w:b/>
          <w:sz w:val="28"/>
          <w:szCs w:val="28"/>
        </w:rPr>
      </w:pPr>
    </w:p>
    <w:p w:rsidR="009943E1" w:rsidRDefault="009943E1">
      <w:bookmarkStart w:id="0" w:name="_GoBack"/>
      <w:bookmarkEnd w:id="0"/>
    </w:p>
    <w:sectPr w:rsidR="009943E1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09513A"/>
    <w:rsid w:val="00145E5B"/>
    <w:rsid w:val="0018056E"/>
    <w:rsid w:val="001F3A1A"/>
    <w:rsid w:val="002021E4"/>
    <w:rsid w:val="004D0808"/>
    <w:rsid w:val="005A4BA6"/>
    <w:rsid w:val="005E07D2"/>
    <w:rsid w:val="00793489"/>
    <w:rsid w:val="00842A9F"/>
    <w:rsid w:val="009943E1"/>
    <w:rsid w:val="009A1FB9"/>
    <w:rsid w:val="00B056F6"/>
    <w:rsid w:val="00BD09FB"/>
    <w:rsid w:val="00C71E5C"/>
    <w:rsid w:val="00D12597"/>
    <w:rsid w:val="00D31A7A"/>
    <w:rsid w:val="00D34725"/>
    <w:rsid w:val="00E91F3E"/>
    <w:rsid w:val="00EB1287"/>
    <w:rsid w:val="00EB39D6"/>
    <w:rsid w:val="00F0328B"/>
    <w:rsid w:val="00F27F3C"/>
    <w:rsid w:val="00FB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A4BA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3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tovka_sovet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235</Words>
  <Characters>1340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dcterms:created xsi:type="dcterms:W3CDTF">2018-05-28T06:27:00Z</dcterms:created>
  <dcterms:modified xsi:type="dcterms:W3CDTF">2020-12-28T05:39:00Z</dcterms:modified>
</cp:coreProperties>
</file>