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6C1" w:rsidRDefault="008F36C1" w:rsidP="00780C02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F36C1" w:rsidRDefault="008F36C1" w:rsidP="0087210B">
      <w:pPr>
        <w:ind w:firstLine="709"/>
        <w:rPr>
          <w:lang w:val="ru-RU"/>
        </w:rPr>
      </w:pPr>
    </w:p>
    <w:p w:rsidR="008F36C1" w:rsidRDefault="008F36C1" w:rsidP="0087210B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>
        <w:rPr>
          <w:lang w:val="ru-RU"/>
        </w:rPr>
        <w:t xml:space="preserve">Котовского  сельсовета Касторенского района (далее – Администрация) </w:t>
      </w:r>
      <w:r>
        <w:rPr>
          <w:lang w:val="ru-RU" w:eastAsia="ru-RU"/>
        </w:rPr>
        <w:t>располагается по адресу: Курская область, Касторенский район, с. Котовка, пер. Садовый д.15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 xml:space="preserve"> Перерыв с 12.00 до 14.00. 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8F36C1" w:rsidRDefault="008F36C1" w:rsidP="0087210B">
      <w:pPr>
        <w:ind w:firstLine="708"/>
        <w:rPr>
          <w:lang w:val="ru-RU"/>
        </w:rPr>
      </w:pPr>
      <w:r>
        <w:rPr>
          <w:lang w:val="ru-RU"/>
        </w:rPr>
        <w:t>Филиал автономного учреждения Курской области МФЦ (далее - ОБУ «МФЦ») располагается по адресу: Курская  обл., г. Курск, ул. В. Луговая, 24.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 xml:space="preserve">График работы  филиала автономного учреждения Курской области «МФЦ»: 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8F36C1" w:rsidRDefault="008F36C1" w:rsidP="0087210B">
      <w:pPr>
        <w:ind w:firstLine="540"/>
        <w:jc w:val="both"/>
        <w:rPr>
          <w:lang w:val="ru-RU"/>
        </w:rPr>
      </w:pPr>
      <w:r>
        <w:rPr>
          <w:lang w:val="ru-RU"/>
        </w:rPr>
        <w:t>Филиал автономного учреждения Курской области «МФЦ» Касторенского района (далее - МФЦ) располагается по адресу: Курская область, п. Касторное, ул. 50 лет Октября,  д. 17А.</w:t>
      </w:r>
    </w:p>
    <w:p w:rsidR="008F36C1" w:rsidRDefault="008F36C1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8F36C1" w:rsidRDefault="008F36C1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8F36C1" w:rsidRDefault="008F36C1" w:rsidP="00C938C7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Филиал автономного учреждения Курской области «МФЦ», МФЦ сокращается на  один час.</w:t>
      </w:r>
    </w:p>
    <w:p w:rsidR="008F36C1" w:rsidRDefault="008F36C1" w:rsidP="0087210B">
      <w:pPr>
        <w:rPr>
          <w:lang w:val="ru-RU"/>
        </w:rPr>
      </w:pPr>
    </w:p>
    <w:p w:rsidR="008F36C1" w:rsidRDefault="008F36C1" w:rsidP="0087210B">
      <w:pPr>
        <w:rPr>
          <w:b/>
          <w:lang w:val="ru-RU"/>
        </w:rPr>
      </w:pPr>
      <w:r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8F36C1" w:rsidRDefault="008F36C1" w:rsidP="0087210B">
      <w:pPr>
        <w:ind w:firstLine="709"/>
        <w:rPr>
          <w:b/>
          <w:lang w:val="ru-RU"/>
        </w:rPr>
      </w:pP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Администрация: 8 (47157) 3-25-41;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 «МФЦ»: +7 (4712) 74-14-80;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8F36C1" w:rsidRDefault="008F36C1" w:rsidP="0087210B">
      <w:pPr>
        <w:rPr>
          <w:lang w:val="ru-RU"/>
        </w:rPr>
      </w:pPr>
    </w:p>
    <w:p w:rsidR="008F36C1" w:rsidRDefault="008F36C1" w:rsidP="0087210B">
      <w:pPr>
        <w:rPr>
          <w:b/>
          <w:lang w:val="ru-RU"/>
        </w:rPr>
      </w:pPr>
      <w:r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8F36C1" w:rsidRDefault="008F36C1" w:rsidP="0087210B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>://</w:t>
      </w:r>
      <w:r>
        <w:rPr>
          <w:u w:val="single"/>
          <w:lang w:val="ru-RU"/>
        </w:rPr>
        <w:t xml:space="preserve"> </w:t>
      </w:r>
      <w:r>
        <w:rPr>
          <w:u w:val="single"/>
        </w:rPr>
        <w:t>kotovka</w:t>
      </w:r>
      <w:r>
        <w:rPr>
          <w:u w:val="single"/>
          <w:lang w:val="ru-RU"/>
        </w:rPr>
        <w:t>.</w:t>
      </w:r>
      <w:r>
        <w:rPr>
          <w:u w:val="single"/>
        </w:rPr>
        <w:t>ru</w:t>
      </w:r>
      <w:r>
        <w:rPr>
          <w:u w:val="single"/>
          <w:lang w:val="ru-RU"/>
        </w:rPr>
        <w:t>/</w:t>
      </w:r>
      <w:r>
        <w:rPr>
          <w:lang w:val="ru-RU"/>
        </w:rPr>
        <w:t>:</w:t>
      </w:r>
      <w:r>
        <w:rPr>
          <w:kern w:val="2"/>
          <w:lang w:val="ru-RU"/>
        </w:rPr>
        <w:t>;</w:t>
      </w:r>
    </w:p>
    <w:p w:rsidR="008F36C1" w:rsidRDefault="008F36C1" w:rsidP="0087210B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r>
        <w:t>kotovka_sovet@mail.ru</w:t>
      </w:r>
      <w:r>
        <w:rPr>
          <w:lang w:val="ru-RU"/>
        </w:rPr>
        <w:t>..</w:t>
      </w:r>
    </w:p>
    <w:p w:rsidR="008F36C1" w:rsidRDefault="008F36C1" w:rsidP="0087210B">
      <w:pPr>
        <w:ind w:firstLine="1"/>
        <w:rPr>
          <w:lang w:val="ru-RU"/>
        </w:rPr>
      </w:pPr>
      <w:r>
        <w:rPr>
          <w:lang w:val="ru-RU"/>
        </w:rPr>
        <w:t xml:space="preserve">           Адрес официального сайта Филиал автономного учреждения Курской области   «МФЦ»: </w:t>
      </w:r>
      <w:hyperlink r:id="rId4" w:history="1">
        <w:r>
          <w:rPr>
            <w:rStyle w:val="Hyperlink"/>
          </w:rPr>
          <w:t>www</w:t>
        </w:r>
        <w:r>
          <w:rPr>
            <w:rStyle w:val="Hyperlink"/>
            <w:lang w:val="ru-RU"/>
          </w:rPr>
          <w:t>.</w:t>
        </w:r>
        <w:r>
          <w:rPr>
            <w:rStyle w:val="Hyperlink"/>
          </w:rPr>
          <w:t>mfc</w:t>
        </w:r>
        <w:r>
          <w:rPr>
            <w:rStyle w:val="Hyperlink"/>
            <w:lang w:val="ru-RU"/>
          </w:rPr>
          <w:t>-</w:t>
        </w:r>
        <w:r>
          <w:rPr>
            <w:rStyle w:val="Hyperlink"/>
          </w:rPr>
          <w:t>kursk</w:t>
        </w:r>
        <w:r>
          <w:rPr>
            <w:rStyle w:val="Hyperlink"/>
            <w:lang w:val="ru-RU"/>
          </w:rPr>
          <w:t>.</w:t>
        </w:r>
        <w:r>
          <w:rPr>
            <w:rStyle w:val="Hyperlink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8F36C1" w:rsidRDefault="008F36C1" w:rsidP="0087210B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r>
        <w:t>gosuslugi</w:t>
      </w:r>
      <w:r>
        <w:rPr>
          <w:lang w:val="ru-RU"/>
        </w:rPr>
        <w:t>.</w:t>
      </w:r>
      <w:r>
        <w:t>ru</w:t>
      </w:r>
      <w:r>
        <w:rPr>
          <w:lang w:val="ru-RU"/>
        </w:rPr>
        <w:t xml:space="preserve"> (далее – Единый портал);</w:t>
      </w:r>
    </w:p>
    <w:p w:rsidR="008F36C1" w:rsidRDefault="008F36C1" w:rsidP="0087210B">
      <w:pPr>
        <w:rPr>
          <w:lang w:val="ru-RU"/>
        </w:rPr>
      </w:pPr>
    </w:p>
    <w:p w:rsidR="008F36C1" w:rsidRPr="0087210B" w:rsidRDefault="008F36C1">
      <w:pPr>
        <w:rPr>
          <w:lang w:val="ru-RU"/>
        </w:rPr>
      </w:pPr>
    </w:p>
    <w:sectPr w:rsidR="008F36C1" w:rsidRPr="0087210B" w:rsidSect="00BF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2966D2"/>
    <w:rsid w:val="002D6CC2"/>
    <w:rsid w:val="003F64CE"/>
    <w:rsid w:val="00780C02"/>
    <w:rsid w:val="00816B26"/>
    <w:rsid w:val="0087210B"/>
    <w:rsid w:val="008F36C1"/>
    <w:rsid w:val="00BF4DC0"/>
    <w:rsid w:val="00C64627"/>
    <w:rsid w:val="00C938C7"/>
    <w:rsid w:val="00D34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rFonts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rFonts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/>
      <w:b/>
      <w:kern w:val="28"/>
      <w:sz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16B26"/>
    <w:rPr>
      <w:rFonts w:cs="Times New Roman"/>
      <w:i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16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351</Words>
  <Characters>2007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1</cp:lastModifiedBy>
  <cp:revision>7</cp:revision>
  <dcterms:created xsi:type="dcterms:W3CDTF">2018-11-27T12:01:00Z</dcterms:created>
  <dcterms:modified xsi:type="dcterms:W3CDTF">2019-11-12T12:04:00Z</dcterms:modified>
</cp:coreProperties>
</file>