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</w:t>
      </w:r>
      <w:r>
        <w:rPr>
          <w:lang w:eastAsia="ru-RU"/>
        </w:rPr>
        <w:t xml:space="preserve">я   " Котовский сельсовет» Касторенского района Курской области 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EE0999" w:rsidRPr="00482F9E" w:rsidRDefault="00EE0999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E0999" w:rsidRDefault="00EE0999"/>
    <w:sectPr w:rsidR="00EE0999" w:rsidSect="009A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96"/>
    <w:rsid w:val="001D763B"/>
    <w:rsid w:val="00482F9E"/>
    <w:rsid w:val="00606203"/>
    <w:rsid w:val="0075708C"/>
    <w:rsid w:val="009A1528"/>
    <w:rsid w:val="00D43D1D"/>
    <w:rsid w:val="00D87F96"/>
    <w:rsid w:val="00EE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668</Words>
  <Characters>3809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2016-07-25T12:52:00Z</dcterms:created>
  <dcterms:modified xsi:type="dcterms:W3CDTF">2017-09-07T08:53:00Z</dcterms:modified>
</cp:coreProperties>
</file>