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70B" w:rsidRPr="00EF0BC8" w:rsidRDefault="003F370B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F0BC8">
        <w:rPr>
          <w:rFonts w:ascii="Times New Roman" w:hAnsi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/>
          <w:sz w:val="24"/>
          <w:szCs w:val="24"/>
          <w:lang w:eastAsia="ru-RU"/>
        </w:rPr>
        <w:t xml:space="preserve"> ОБРАЗЕЦ ХОДАТАЙСТВА</w:t>
      </w:r>
    </w:p>
    <w:p w:rsidR="003F370B" w:rsidRPr="00EF0BC8" w:rsidRDefault="003F370B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3F370B" w:rsidRPr="00EF0BC8" w:rsidRDefault="003F370B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/>
          <w:b/>
          <w:bCs/>
          <w:sz w:val="28"/>
          <w:szCs w:val="28"/>
          <w:lang w:eastAsia="ar-SA"/>
        </w:rPr>
      </w:pPr>
    </w:p>
    <w:p w:rsidR="003F370B" w:rsidRDefault="003F370B" w:rsidP="00EF0BC8">
      <w:pPr>
        <w:suppressAutoHyphens/>
        <w:spacing w:after="0" w:line="240" w:lineRule="auto"/>
        <w:ind w:left="4820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Главе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Котовского  сельсовета </w:t>
      </w: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>Касторенского района</w:t>
      </w:r>
    </w:p>
    <w:p w:rsidR="003F370B" w:rsidRPr="00EF0BC8" w:rsidRDefault="003F370B" w:rsidP="00EF0BC8">
      <w:pPr>
        <w:suppressAutoHyphens/>
        <w:spacing w:after="0" w:line="240" w:lineRule="auto"/>
        <w:ind w:left="482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Курской области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3F370B" w:rsidRPr="00EF0BC8" w:rsidRDefault="003F370B" w:rsidP="00EF0BC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ХОДАТАЙСТВО</w:t>
      </w:r>
    </w:p>
    <w:p w:rsidR="003F370B" w:rsidRPr="00EF0BC8" w:rsidRDefault="003F370B" w:rsidP="00EF0BC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3F370B" w:rsidRPr="00EF0BC8" w:rsidRDefault="003F370B" w:rsidP="00EF0BC8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3F370B" w:rsidRPr="00EF0BC8" w:rsidRDefault="003F370B" w:rsidP="00EF0BC8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3F370B" w:rsidRPr="00EF0BC8" w:rsidRDefault="003F370B" w:rsidP="00EF0B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F370B" w:rsidRPr="00EF0BC8" w:rsidRDefault="003F370B" w:rsidP="00EF0BC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EF0BC8">
        <w:rPr>
          <w:rFonts w:ascii="Times New Roman" w:hAnsi="Times New Roman"/>
          <w:sz w:val="24"/>
          <w:szCs w:val="24"/>
          <w:lang w:eastAsia="ru-RU"/>
        </w:rPr>
        <w:t xml:space="preserve">Прошу перевести земельный участок, находящийся в_____________________________ </w:t>
      </w:r>
    </w:p>
    <w:p w:rsidR="003F370B" w:rsidRPr="00EF0BC8" w:rsidRDefault="003F370B" w:rsidP="00EF0B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0BC8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3F370B" w:rsidRPr="00EF0BC8" w:rsidRDefault="003F370B" w:rsidP="00EF0B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0BC8">
        <w:rPr>
          <w:rFonts w:ascii="Times New Roman" w:hAnsi="Times New Roman"/>
          <w:sz w:val="24"/>
          <w:szCs w:val="24"/>
          <w:lang w:eastAsia="ru-RU"/>
        </w:rPr>
        <w:t>собственности, общей площадью _________ кв.м, кадастровый №___________________</w:t>
      </w:r>
    </w:p>
    <w:p w:rsidR="003F370B" w:rsidRPr="00EF0BC8" w:rsidRDefault="003F370B" w:rsidP="00EF0BC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расположенный по адресу:___________________________________________________,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ab/>
      </w:r>
      <w:r w:rsidRPr="00EF0BC8">
        <w:rPr>
          <w:rFonts w:ascii="Times New Roman" w:hAnsi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Заявитель: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м.п.</w:t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</w:p>
    <w:p w:rsidR="003F370B" w:rsidRPr="00EF0BC8" w:rsidRDefault="003F370B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«____»  _____________ 20__ г.</w:t>
      </w:r>
    </w:p>
    <w:p w:rsidR="003F370B" w:rsidRDefault="003F370B">
      <w:bookmarkStart w:id="0" w:name="_GoBack"/>
      <w:bookmarkEnd w:id="0"/>
    </w:p>
    <w:sectPr w:rsidR="003F370B" w:rsidSect="0008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6CE"/>
    <w:rsid w:val="00087E1A"/>
    <w:rsid w:val="003F370B"/>
    <w:rsid w:val="004621DE"/>
    <w:rsid w:val="007F282C"/>
    <w:rsid w:val="009214E6"/>
    <w:rsid w:val="009F36CE"/>
    <w:rsid w:val="00A36526"/>
    <w:rsid w:val="00B36BEE"/>
    <w:rsid w:val="00C106EB"/>
    <w:rsid w:val="00C7498B"/>
    <w:rsid w:val="00EF0BC8"/>
    <w:rsid w:val="00F05035"/>
    <w:rsid w:val="00F61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E1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348</Words>
  <Characters>1990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2016-09-19T13:01:00Z</dcterms:created>
  <dcterms:modified xsi:type="dcterms:W3CDTF">2021-09-13T05:47:00Z</dcterms:modified>
</cp:coreProperties>
</file>